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D2B1DD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bookmarkEnd w:id="1"/>
      <w:r w:rsidR="00456B1C">
        <w:rPr>
          <w:rFonts w:ascii="Verdana" w:hAnsi="Verdana"/>
          <w:b/>
        </w:rPr>
        <w:t>Dodávka čerpadel a servis přečerpávacích stanic a čerpacích jímek pro obvod OŘ PHA 2024-2026</w:t>
      </w:r>
      <w:r w:rsidRPr="00456B1C">
        <w:rPr>
          <w:rFonts w:eastAsia="Times New Roman" w:cs="Times New Roman"/>
          <w:b/>
          <w:lang w:eastAsia="cs-CZ"/>
        </w:rPr>
        <w:t>“</w:t>
      </w:r>
      <w:r w:rsidRPr="00456B1C">
        <w:rPr>
          <w:rFonts w:eastAsia="Times New Roman" w:cs="Times New Roman"/>
          <w:lang w:eastAsia="cs-CZ"/>
        </w:rPr>
        <w:t xml:space="preserve">, </w:t>
      </w:r>
      <w:r w:rsidR="00456B1C">
        <w:rPr>
          <w:rFonts w:eastAsia="Times New Roman" w:cs="Times New Roman"/>
          <w:lang w:eastAsia="cs-CZ"/>
        </w:rPr>
        <w:t xml:space="preserve">č.j. </w:t>
      </w:r>
      <w:r w:rsidR="00456B1C">
        <w:t>21171/2024-SŽ-OŘ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247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247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6698716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4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4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56B1C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247BE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FE3FF-5566-48CF-AC4C-8C45F34A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2024-05-29T10:02:00Z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